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5C7B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5C7B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1B6E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</w:t>
            </w:r>
            <w:r w:rsidR="005C7B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</w:t>
            </w:r>
            <w:r w:rsidR="001B6E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5C7B47" w:rsidRPr="005C7B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Ο2.Ε39 </w:t>
            </w:r>
            <w:bookmarkStart w:id="0" w:name="_GoBack"/>
            <w:bookmarkEnd w:id="0"/>
            <w:r w:rsidR="005C7B47" w:rsidRPr="005C7B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C7B47" w:rsidRPr="005C7B47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5C7B47" w:rsidRPr="005C7B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14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C7B4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Τεχνολογίας προβολής τύπου DLP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Φυσική ανάλυση τουλάχιστον 1920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1080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Φωτεινότητα &gt;= 3500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lumens</w:t>
            </w:r>
            <w:proofErr w:type="spellEnd"/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αντίθεσης τουλάχιστον 20,000:1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Φυσική αναλογία εικόνας 16:9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Συμβατότητα με αναλογίες εικόνας 4:3, 16:10</w:t>
            </w:r>
          </w:p>
        </w:tc>
        <w:tc>
          <w:tcPr>
            <w:tcW w:w="1441" w:type="dxa"/>
          </w:tcPr>
          <w:p w:rsidR="005C7B47" w:rsidRPr="00EF62A6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EF62A6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EF62A6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Οριζόντια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τουλάχιστον +/-30μοίρες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Κάθετη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τουλάχιστον +/-30μοίρες</w:t>
            </w:r>
          </w:p>
        </w:tc>
        <w:tc>
          <w:tcPr>
            <w:tcW w:w="1441" w:type="dxa"/>
          </w:tcPr>
          <w:p w:rsidR="005C7B47" w:rsidRDefault="005C7B47" w:rsidP="005C7B4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5C7B47" w:rsidRDefault="005C7B47" w:rsidP="005C7B47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Πηγή</w:t>
            </w:r>
            <w:r w:rsidRPr="005C7B47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φωτός</w:t>
            </w:r>
            <w:r w:rsidRPr="005C7B47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Λαμπήρας</w:t>
            </w:r>
            <w:proofErr w:type="spellEnd"/>
            <w:r w:rsidRPr="005C7B47">
              <w:rPr>
                <w:rFonts w:ascii="Arial" w:hAnsi="Arial" w:cs="Arial"/>
                <w:color w:val="000000"/>
                <w:lang w:val="en-US" w:eastAsia="el-GR"/>
              </w:rPr>
              <w:t xml:space="preserve"> UHP/UHE</w:t>
            </w:r>
          </w:p>
        </w:tc>
        <w:tc>
          <w:tcPr>
            <w:tcW w:w="1441" w:type="dxa"/>
          </w:tcPr>
          <w:p w:rsidR="005C7B47" w:rsidRDefault="005C7B47" w:rsidP="005C7B4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Ελάχιστος χρόνος ζωής πηγής φωτός &gt;= 4.000 ώρες σε πλήρη φωτεινότητα</w:t>
            </w:r>
          </w:p>
        </w:tc>
        <w:tc>
          <w:tcPr>
            <w:tcW w:w="1441" w:type="dxa"/>
          </w:tcPr>
          <w:p w:rsidR="005C7B47" w:rsidRDefault="005C7B47" w:rsidP="005C7B4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Μέγεθος προβαλλόμενης εικόνας (διαγώνιος) από 28” (0,97μ.) έως 300” </w:t>
            </w:r>
          </w:p>
        </w:tc>
        <w:tc>
          <w:tcPr>
            <w:tcW w:w="1441" w:type="dxa"/>
          </w:tcPr>
          <w:p w:rsidR="005C7B47" w:rsidRDefault="005C7B47" w:rsidP="005C7B4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Λόγος προβολής τουλάχιστον 1.47-162:1</w:t>
            </w:r>
          </w:p>
        </w:tc>
        <w:tc>
          <w:tcPr>
            <w:tcW w:w="1441" w:type="dxa"/>
          </w:tcPr>
          <w:p w:rsidR="005C7B47" w:rsidRDefault="005C7B47" w:rsidP="005C7B4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C60E4A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Απόσταση προβολής τουλάχιστον από 0,97μ. έως 10μ.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Οπτικό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Zoom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&gt;=1.1x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Είσοδος HDMI &gt;=1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υποστηρίζει προβολή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συνεχόμενη λειτουργία (24/7)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λειτουργία σε οποιαδήποτε θέση εντός 360 μοιρών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ένα ενσωματωμένο ηχείο, ισχύος &gt;=2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συμπεριλαμβάνεται 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χειριστήριο ελέγχου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τροφοδοτείται από δίκτυο τάσεως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441" w:type="dxa"/>
          </w:tcPr>
          <w:p w:rsidR="005C7B47" w:rsidRDefault="005C7B47" w:rsidP="005C7B47">
            <w:r w:rsidRPr="0052331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DF25B3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περιλαμβάνεται κατάλληλη βάση ανάρτησης σε οροφή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περιλαμβάνεται καλώδιο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1.4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male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male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μήκους 10μ.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4F57B4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περιλαμβάνεται προέκταση καλωδίου ρεύματος του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projector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μήκους 10μ.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C7B47" w:rsidRPr="00DF25B3" w:rsidTr="005472E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C7B47" w:rsidRPr="00684924" w:rsidRDefault="005C7B47" w:rsidP="005C7B4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7B47" w:rsidRPr="00FE320D" w:rsidRDefault="005C7B47" w:rsidP="005C7B4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περιλαμβάνεται λευκό πλαστικό κανάλι όδευσης καλωδίων, διαστάσεων 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3εκ. συνολικού μήκους 10μ.</w:t>
            </w:r>
          </w:p>
        </w:tc>
        <w:tc>
          <w:tcPr>
            <w:tcW w:w="1441" w:type="dxa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C7B47" w:rsidRPr="00DF25B3" w:rsidRDefault="005C7B47" w:rsidP="005C7B4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B7ED1"/>
    <w:rsid w:val="00305264"/>
    <w:rsid w:val="00406FB0"/>
    <w:rsid w:val="005C7B47"/>
    <w:rsid w:val="00633A63"/>
    <w:rsid w:val="00671793"/>
    <w:rsid w:val="00684924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5431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257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2025-09-10T07:54:00Z</dcterms:created>
  <dcterms:modified xsi:type="dcterms:W3CDTF">2025-09-10T07:54:00Z</dcterms:modified>
</cp:coreProperties>
</file>